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F7A2D" w14:textId="38029530" w:rsidR="00263C6C" w:rsidRPr="003478C4" w:rsidRDefault="00455B7B" w:rsidP="00F5061B">
      <w:pPr>
        <w:pStyle w:val="Titel"/>
      </w:pPr>
      <w:r w:rsidRPr="003478C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2233EB" wp14:editId="130C1428">
                <wp:simplePos x="0" y="0"/>
                <wp:positionH relativeFrom="column">
                  <wp:posOffset>-436880</wp:posOffset>
                </wp:positionH>
                <wp:positionV relativeFrom="paragraph">
                  <wp:posOffset>-417830</wp:posOffset>
                </wp:positionV>
                <wp:extent cx="1765300" cy="609600"/>
                <wp:effectExtent l="0" t="0" r="0" b="0"/>
                <wp:wrapNone/>
                <wp:docPr id="2" name="Rechteck 2">
                  <a:hlinkClick xmlns:a="http://schemas.openxmlformats.org/drawingml/2006/main" r:id="rId1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4F0EB7" id="Rechteck 2" o:spid="_x0000_s1026" href="https://prixmontagne.ch/" style="position:absolute;margin-left:-34.4pt;margin-top:-32.9pt;width:139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" o:button="t" filled="f" stroked="f" strokeweight="1pt">
                <v:fill o:detectmouseclick="t"/>
              </v:rect>
            </w:pict>
          </mc:Fallback>
        </mc:AlternateContent>
      </w:r>
    </w:p>
    <w:p w14:paraId="612FB10D" w14:textId="2C6FAAC7" w:rsidR="0027320B" w:rsidRPr="00AA6523" w:rsidRDefault="0027320B" w:rsidP="0027320B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Medienmitteilung vom </w:t>
      </w:r>
      <w:r w:rsidR="005C0748">
        <w:rPr>
          <w:rFonts w:ascii="Arial" w:hAnsi="Arial" w:cs="Arial"/>
          <w:b/>
        </w:rPr>
        <w:t>10</w:t>
      </w:r>
      <w:r w:rsidR="00A51585">
        <w:rPr>
          <w:rFonts w:ascii="Arial" w:hAnsi="Arial" w:cs="Arial"/>
          <w:b/>
        </w:rPr>
        <w:t xml:space="preserve">. </w:t>
      </w:r>
      <w:r w:rsidR="00A51585" w:rsidRPr="00AA6523">
        <w:rPr>
          <w:rFonts w:ascii="Arial" w:hAnsi="Arial" w:cs="Arial"/>
          <w:b/>
        </w:rPr>
        <w:t>Juli</w:t>
      </w:r>
      <w:r w:rsidRPr="00AA6523">
        <w:rPr>
          <w:rFonts w:ascii="Arial" w:hAnsi="Arial" w:cs="Arial"/>
          <w:b/>
        </w:rPr>
        <w:t xml:space="preserve"> 202</w:t>
      </w:r>
      <w:r w:rsidR="005C0748" w:rsidRPr="00AA6523">
        <w:rPr>
          <w:rFonts w:ascii="Arial" w:hAnsi="Arial" w:cs="Arial"/>
          <w:b/>
        </w:rPr>
        <w:t>4</w:t>
      </w:r>
    </w:p>
    <w:p w14:paraId="7DA81A3C" w14:textId="77777777" w:rsidR="0027320B" w:rsidRPr="00AA6523" w:rsidRDefault="0027320B" w:rsidP="0027320B">
      <w:pPr>
        <w:outlineLvl w:val="0"/>
        <w:rPr>
          <w:rFonts w:ascii="Arial" w:hAnsi="Arial" w:cs="Arial"/>
          <w:b/>
        </w:rPr>
      </w:pPr>
    </w:p>
    <w:p w14:paraId="5C99A807" w14:textId="4D753E1A" w:rsidR="0027320B" w:rsidRPr="00AA6523" w:rsidRDefault="0027320B" w:rsidP="0027320B">
      <w:pPr>
        <w:spacing w:line="300" w:lineRule="exact"/>
        <w:rPr>
          <w:rFonts w:ascii="Arial" w:hAnsi="Arial" w:cs="Arial"/>
        </w:rPr>
      </w:pPr>
      <w:r w:rsidRPr="00AA6523">
        <w:rPr>
          <w:rFonts w:ascii="Arial" w:hAnsi="Arial"/>
          <w:b/>
          <w:sz w:val="28"/>
          <w:szCs w:val="28"/>
        </w:rPr>
        <w:t>Prix Montagne 202</w:t>
      </w:r>
      <w:r w:rsidR="005C0748" w:rsidRPr="00AA6523">
        <w:rPr>
          <w:rFonts w:ascii="Arial" w:hAnsi="Arial"/>
          <w:b/>
          <w:sz w:val="28"/>
          <w:szCs w:val="28"/>
        </w:rPr>
        <w:t>4</w:t>
      </w:r>
      <w:r w:rsidRPr="00AA6523">
        <w:rPr>
          <w:rFonts w:ascii="Arial" w:hAnsi="Arial"/>
          <w:b/>
          <w:sz w:val="28"/>
          <w:szCs w:val="28"/>
        </w:rPr>
        <w:t xml:space="preserve"> </w:t>
      </w:r>
      <w:r w:rsidR="00F14389" w:rsidRPr="00AA6523">
        <w:rPr>
          <w:rFonts w:ascii="Arial" w:hAnsi="Arial"/>
          <w:b/>
          <w:sz w:val="28"/>
          <w:szCs w:val="28"/>
        </w:rPr>
        <w:t>–</w:t>
      </w:r>
      <w:r w:rsidRPr="00AA6523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="005C0748" w:rsidRPr="00AA6523">
        <w:rPr>
          <w:rFonts w:ascii="Arial" w:hAnsi="Arial"/>
          <w:b/>
          <w:sz w:val="28"/>
          <w:szCs w:val="28"/>
        </w:rPr>
        <w:t>Butia</w:t>
      </w:r>
      <w:proofErr w:type="spellEnd"/>
      <w:r w:rsidR="005C0748" w:rsidRPr="00AA6523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="005C0748" w:rsidRPr="00AA6523">
        <w:rPr>
          <w:rFonts w:ascii="Arial" w:hAnsi="Arial"/>
          <w:b/>
          <w:sz w:val="28"/>
          <w:szCs w:val="28"/>
        </w:rPr>
        <w:t>Ramosch</w:t>
      </w:r>
      <w:proofErr w:type="spellEnd"/>
    </w:p>
    <w:p w14:paraId="0DCFED1D" w14:textId="77777777" w:rsidR="0027320B" w:rsidRPr="00AA6523" w:rsidRDefault="0027320B" w:rsidP="0027320B">
      <w:pPr>
        <w:spacing w:line="300" w:lineRule="exact"/>
        <w:rPr>
          <w:rFonts w:ascii="Arial" w:hAnsi="Arial" w:cs="Arial"/>
        </w:rPr>
      </w:pPr>
    </w:p>
    <w:p w14:paraId="238609AE" w14:textId="05C1416C" w:rsidR="0027320B" w:rsidRPr="0054260F" w:rsidRDefault="0027320B" w:rsidP="0027320B">
      <w:pPr>
        <w:spacing w:line="30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Bildlegenden:</w:t>
      </w:r>
    </w:p>
    <w:p w14:paraId="6F2F66AC" w14:textId="089D639D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Bild </w:t>
      </w:r>
      <w:r w:rsidR="00F8532F">
        <w:rPr>
          <w:rFonts w:ascii="Arial" w:hAnsi="Arial" w:cs="Arial"/>
        </w:rPr>
        <w:t>01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5C0748">
        <w:rPr>
          <w:rFonts w:ascii="Arial" w:hAnsi="Arial" w:cs="Arial"/>
        </w:rPr>
        <w:t xml:space="preserve">Die </w:t>
      </w:r>
      <w:proofErr w:type="spellStart"/>
      <w:r w:rsidR="005C0748">
        <w:rPr>
          <w:rFonts w:ascii="Arial" w:hAnsi="Arial" w:cs="Arial"/>
        </w:rPr>
        <w:t>Butia</w:t>
      </w:r>
      <w:proofErr w:type="spellEnd"/>
      <w:r w:rsidR="005C0748">
        <w:rPr>
          <w:rFonts w:ascii="Arial" w:hAnsi="Arial" w:cs="Arial"/>
        </w:rPr>
        <w:t xml:space="preserve"> </w:t>
      </w:r>
      <w:proofErr w:type="spellStart"/>
      <w:r w:rsidR="005C0748">
        <w:rPr>
          <w:rFonts w:ascii="Arial" w:hAnsi="Arial" w:cs="Arial"/>
        </w:rPr>
        <w:t>Ramosch</w:t>
      </w:r>
      <w:proofErr w:type="spellEnd"/>
      <w:r w:rsidR="005C0748">
        <w:rPr>
          <w:rFonts w:ascii="Arial" w:hAnsi="Arial" w:cs="Arial"/>
        </w:rPr>
        <w:t xml:space="preserve"> ist ein Dorfladen, aber auch der einzige Treffpunkt im </w:t>
      </w:r>
      <w:proofErr w:type="spellStart"/>
      <w:r w:rsidR="005C0748">
        <w:rPr>
          <w:rFonts w:ascii="Arial" w:hAnsi="Arial" w:cs="Arial"/>
        </w:rPr>
        <w:t>Unterengadiner</w:t>
      </w:r>
      <w:proofErr w:type="spellEnd"/>
      <w:r w:rsidR="005C0748">
        <w:rPr>
          <w:rFonts w:ascii="Arial" w:hAnsi="Arial" w:cs="Arial"/>
        </w:rPr>
        <w:t xml:space="preserve"> Dorf. Hier trifft sich halb </w:t>
      </w:r>
      <w:proofErr w:type="spellStart"/>
      <w:r w:rsidR="005C0748">
        <w:rPr>
          <w:rFonts w:ascii="Arial" w:hAnsi="Arial" w:cs="Arial"/>
        </w:rPr>
        <w:t>Ramosch</w:t>
      </w:r>
      <w:proofErr w:type="spellEnd"/>
      <w:r w:rsidR="00C1660D">
        <w:rPr>
          <w:rFonts w:ascii="Arial" w:hAnsi="Arial" w:cs="Arial"/>
        </w:rPr>
        <w:t>.</w:t>
      </w:r>
    </w:p>
    <w:p w14:paraId="015CA453" w14:textId="108B80B6" w:rsidR="00E05ABC" w:rsidRDefault="0027320B" w:rsidP="00E05ABC">
      <w:pPr>
        <w:spacing w:after="120" w:line="240" w:lineRule="auto"/>
        <w:ind w:left="1560" w:hanging="1560"/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5C0748">
        <w:rPr>
          <w:rFonts w:ascii="Arial" w:hAnsi="Arial" w:cs="Arial"/>
        </w:rPr>
        <w:t xml:space="preserve">Die Seele der </w:t>
      </w:r>
      <w:proofErr w:type="spellStart"/>
      <w:r w:rsidR="005C0748">
        <w:rPr>
          <w:rFonts w:ascii="Arial" w:hAnsi="Arial" w:cs="Arial"/>
        </w:rPr>
        <w:t>Butia</w:t>
      </w:r>
      <w:proofErr w:type="spellEnd"/>
      <w:r w:rsidR="005C0748">
        <w:rPr>
          <w:rFonts w:ascii="Arial" w:hAnsi="Arial" w:cs="Arial"/>
        </w:rPr>
        <w:t xml:space="preserve"> ist Wanda </w:t>
      </w:r>
      <w:r w:rsidR="00440623">
        <w:rPr>
          <w:rFonts w:ascii="Arial" w:hAnsi="Arial" w:cs="Arial"/>
        </w:rPr>
        <w:t>Hopman</w:t>
      </w:r>
      <w:r w:rsidR="005C0748">
        <w:rPr>
          <w:rFonts w:ascii="Arial" w:hAnsi="Arial" w:cs="Arial"/>
        </w:rPr>
        <w:t>. Sie führt den Dorfladen mit Bistro, Poststelle und Touristeninformation und steht auch selbst an der Kasse.</w:t>
      </w:r>
    </w:p>
    <w:p w14:paraId="509858A6" w14:textId="30630ECB" w:rsidR="005C5EBB" w:rsidRPr="00E05ABC" w:rsidRDefault="0027320B" w:rsidP="00E05ABC">
      <w:pPr>
        <w:spacing w:after="120" w:line="240" w:lineRule="auto"/>
        <w:ind w:left="1560" w:hanging="1560"/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5C0748">
        <w:rPr>
          <w:rFonts w:ascii="Arial" w:hAnsi="Arial" w:cs="Arial"/>
        </w:rPr>
        <w:t xml:space="preserve">Das Gebäude hat die Gemeinde extra erstellen lassen, die </w:t>
      </w:r>
      <w:proofErr w:type="spellStart"/>
      <w:r w:rsidR="005C0748">
        <w:rPr>
          <w:rFonts w:ascii="Arial" w:hAnsi="Arial" w:cs="Arial"/>
        </w:rPr>
        <w:t>Butia</w:t>
      </w:r>
      <w:proofErr w:type="spellEnd"/>
      <w:r w:rsidR="005C0748">
        <w:rPr>
          <w:rFonts w:ascii="Arial" w:hAnsi="Arial" w:cs="Arial"/>
        </w:rPr>
        <w:t xml:space="preserve"> </w:t>
      </w:r>
      <w:proofErr w:type="spellStart"/>
      <w:r w:rsidR="005C0748">
        <w:rPr>
          <w:rFonts w:ascii="Arial" w:hAnsi="Arial" w:cs="Arial"/>
        </w:rPr>
        <w:t>Ramosch</w:t>
      </w:r>
      <w:proofErr w:type="spellEnd"/>
      <w:r w:rsidR="005C0748">
        <w:rPr>
          <w:rFonts w:ascii="Arial" w:hAnsi="Arial" w:cs="Arial"/>
        </w:rPr>
        <w:t xml:space="preserve"> ist hier eingemietet</w:t>
      </w:r>
      <w:r w:rsidR="008769B2">
        <w:rPr>
          <w:rFonts w:ascii="Arial" w:hAnsi="Arial" w:cs="Arial"/>
        </w:rPr>
        <w:t>.</w:t>
      </w:r>
      <w:r w:rsidR="004F07B3">
        <w:t xml:space="preserve"> </w:t>
      </w:r>
    </w:p>
    <w:p w14:paraId="73BD2C52" w14:textId="14C9DB6D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5C0748">
        <w:rPr>
          <w:rFonts w:ascii="Arial" w:hAnsi="Arial" w:cs="Arial"/>
        </w:rPr>
        <w:t xml:space="preserve">Zwei Mal pro Woche kocht Wanda </w:t>
      </w:r>
      <w:r w:rsidR="00440623">
        <w:rPr>
          <w:rFonts w:ascii="Arial" w:hAnsi="Arial" w:cs="Arial"/>
        </w:rPr>
        <w:t>Hopman</w:t>
      </w:r>
      <w:r w:rsidR="005C0748">
        <w:rPr>
          <w:rFonts w:ascii="Arial" w:hAnsi="Arial" w:cs="Arial"/>
        </w:rPr>
        <w:t xml:space="preserve"> am Mittag für ihre Gäste.</w:t>
      </w:r>
    </w:p>
    <w:p w14:paraId="3B5A2D31" w14:textId="5CA8A8D4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5C0748">
        <w:rPr>
          <w:rFonts w:ascii="Arial" w:hAnsi="Arial" w:cs="Arial"/>
        </w:rPr>
        <w:t xml:space="preserve">Ein Förderverein unterstützt die </w:t>
      </w:r>
      <w:proofErr w:type="spellStart"/>
      <w:r w:rsidR="005C0748">
        <w:rPr>
          <w:rFonts w:ascii="Arial" w:hAnsi="Arial" w:cs="Arial"/>
        </w:rPr>
        <w:t>Butia</w:t>
      </w:r>
      <w:proofErr w:type="spellEnd"/>
      <w:r w:rsidR="005C0748">
        <w:rPr>
          <w:rFonts w:ascii="Arial" w:hAnsi="Arial" w:cs="Arial"/>
        </w:rPr>
        <w:t xml:space="preserve"> finanziell und mit Fronarbeit. </w:t>
      </w:r>
      <w:proofErr w:type="spellStart"/>
      <w:r w:rsidR="005C0748">
        <w:rPr>
          <w:rFonts w:ascii="Arial" w:hAnsi="Arial" w:cs="Arial"/>
        </w:rPr>
        <w:t>Cla</w:t>
      </w:r>
      <w:proofErr w:type="spellEnd"/>
      <w:r w:rsidR="005C0748">
        <w:rPr>
          <w:rFonts w:ascii="Arial" w:hAnsi="Arial" w:cs="Arial"/>
        </w:rPr>
        <w:t xml:space="preserve"> </w:t>
      </w:r>
      <w:proofErr w:type="spellStart"/>
      <w:r w:rsidR="00440623">
        <w:rPr>
          <w:rFonts w:ascii="Arial" w:hAnsi="Arial" w:cs="Arial"/>
        </w:rPr>
        <w:t>Nogler</w:t>
      </w:r>
      <w:proofErr w:type="spellEnd"/>
      <w:r w:rsidR="005C0748">
        <w:rPr>
          <w:rFonts w:ascii="Arial" w:hAnsi="Arial" w:cs="Arial"/>
        </w:rPr>
        <w:t xml:space="preserve"> </w:t>
      </w:r>
      <w:r w:rsidR="006B1086">
        <w:rPr>
          <w:rFonts w:ascii="Arial" w:hAnsi="Arial" w:cs="Arial"/>
        </w:rPr>
        <w:t xml:space="preserve">vom Vereinsvorstand </w:t>
      </w:r>
      <w:r w:rsidR="005C0748">
        <w:rPr>
          <w:rFonts w:ascii="Arial" w:hAnsi="Arial" w:cs="Arial"/>
        </w:rPr>
        <w:t xml:space="preserve">will sich ein </w:t>
      </w:r>
      <w:proofErr w:type="spellStart"/>
      <w:r w:rsidR="005C0748">
        <w:rPr>
          <w:rFonts w:ascii="Arial" w:hAnsi="Arial" w:cs="Arial"/>
        </w:rPr>
        <w:t>Ramosch</w:t>
      </w:r>
      <w:proofErr w:type="spellEnd"/>
      <w:r w:rsidR="005C0748">
        <w:rPr>
          <w:rFonts w:ascii="Arial" w:hAnsi="Arial" w:cs="Arial"/>
        </w:rPr>
        <w:t xml:space="preserve"> ohne Dorfladen gar nicht vorstellen</w:t>
      </w:r>
      <w:r w:rsidR="00E242CF">
        <w:rPr>
          <w:rFonts w:ascii="Arial" w:hAnsi="Arial" w:cs="Arial"/>
        </w:rPr>
        <w:t>.</w:t>
      </w:r>
    </w:p>
    <w:p w14:paraId="0D847DC1" w14:textId="60D641A9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5C0748">
        <w:rPr>
          <w:rFonts w:ascii="Arial" w:hAnsi="Arial" w:cs="Arial"/>
        </w:rPr>
        <w:t xml:space="preserve">In der </w:t>
      </w:r>
      <w:proofErr w:type="spellStart"/>
      <w:r w:rsidR="005C0748">
        <w:rPr>
          <w:rFonts w:ascii="Arial" w:hAnsi="Arial" w:cs="Arial"/>
        </w:rPr>
        <w:t>Butia</w:t>
      </w:r>
      <w:proofErr w:type="spellEnd"/>
      <w:r w:rsidR="005C0748">
        <w:rPr>
          <w:rFonts w:ascii="Arial" w:hAnsi="Arial" w:cs="Arial"/>
        </w:rPr>
        <w:t xml:space="preserve"> gibt es viel Lokales zu kaufen. Etwa das Brot und die feinen Nusstorten von Bäcker </w:t>
      </w:r>
      <w:r w:rsidR="00440623">
        <w:rPr>
          <w:rFonts w:ascii="Arial" w:hAnsi="Arial" w:cs="Arial"/>
        </w:rPr>
        <w:t xml:space="preserve">Curdin Marugg </w:t>
      </w:r>
      <w:r w:rsidR="005C0748">
        <w:rPr>
          <w:rFonts w:ascii="Arial" w:hAnsi="Arial" w:cs="Arial"/>
        </w:rPr>
        <w:t xml:space="preserve">aus </w:t>
      </w:r>
      <w:proofErr w:type="spellStart"/>
      <w:r w:rsidR="005C0748">
        <w:rPr>
          <w:rFonts w:ascii="Arial" w:hAnsi="Arial" w:cs="Arial"/>
        </w:rPr>
        <w:t>Ftan</w:t>
      </w:r>
      <w:proofErr w:type="spellEnd"/>
      <w:r w:rsidR="005C7C41">
        <w:rPr>
          <w:rFonts w:ascii="Arial" w:hAnsi="Arial" w:cs="Arial"/>
        </w:rPr>
        <w:t>.</w:t>
      </w:r>
    </w:p>
    <w:p w14:paraId="0E4424A6" w14:textId="42B27925" w:rsidR="00B2485C" w:rsidRPr="00CB452D" w:rsidRDefault="0027320B" w:rsidP="00372F0D">
      <w:pPr>
        <w:spacing w:after="120" w:line="240" w:lineRule="auto"/>
        <w:ind w:left="1560" w:hanging="1560"/>
        <w:rPr>
          <w:rStyle w:val="normaltextrun"/>
        </w:rPr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7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5C0748">
        <w:rPr>
          <w:rFonts w:ascii="Arial" w:hAnsi="Arial" w:cs="Arial"/>
        </w:rPr>
        <w:t xml:space="preserve">Passt perfekt in den alten Dorfkern: das moderne Holzgebäude der </w:t>
      </w:r>
      <w:proofErr w:type="spellStart"/>
      <w:r w:rsidR="005C0748">
        <w:rPr>
          <w:rFonts w:ascii="Arial" w:hAnsi="Arial" w:cs="Arial"/>
        </w:rPr>
        <w:t>Butia</w:t>
      </w:r>
      <w:proofErr w:type="spellEnd"/>
      <w:r w:rsidR="005C0748">
        <w:rPr>
          <w:rFonts w:ascii="Arial" w:hAnsi="Arial" w:cs="Arial"/>
        </w:rPr>
        <w:t xml:space="preserve"> </w:t>
      </w:r>
      <w:proofErr w:type="spellStart"/>
      <w:r w:rsidR="005C0748">
        <w:rPr>
          <w:rFonts w:ascii="Arial" w:hAnsi="Arial" w:cs="Arial"/>
        </w:rPr>
        <w:t>Ramosch</w:t>
      </w:r>
      <w:proofErr w:type="spellEnd"/>
      <w:r w:rsidR="005C0748">
        <w:rPr>
          <w:rFonts w:ascii="Arial" w:hAnsi="Arial" w:cs="Arial"/>
        </w:rPr>
        <w:t>.</w:t>
      </w:r>
    </w:p>
    <w:p w14:paraId="0FC0C720" w14:textId="77777777" w:rsidR="0027320B" w:rsidRPr="00C34D34" w:rsidRDefault="0027320B" w:rsidP="0027320B">
      <w:pPr>
        <w:tabs>
          <w:tab w:val="left" w:pos="1134"/>
        </w:tabs>
        <w:spacing w:line="300" w:lineRule="exact"/>
        <w:rPr>
          <w:rFonts w:ascii="Arial" w:hAnsi="Arial" w:cs="Arial"/>
        </w:rPr>
      </w:pPr>
    </w:p>
    <w:p w14:paraId="71A3CAEC" w14:textId="77777777" w:rsidR="0027320B" w:rsidRDefault="0027320B" w:rsidP="0027320B">
      <w:pPr>
        <w:tabs>
          <w:tab w:val="left" w:pos="851"/>
        </w:tabs>
        <w:spacing w:line="300" w:lineRule="exact"/>
        <w:ind w:left="1560" w:hanging="15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Bilder für redaktionelle Zwecke zur freien Verwendung.</w:t>
      </w:r>
    </w:p>
    <w:p w14:paraId="040FFA2A" w14:textId="261C7290" w:rsidR="0027320B" w:rsidRDefault="001E410E" w:rsidP="0027320B">
      <w:pPr>
        <w:tabs>
          <w:tab w:val="left" w:pos="1134"/>
          <w:tab w:val="left" w:pos="3261"/>
        </w:tabs>
        <w:spacing w:line="300" w:lineRule="exact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Bildquelle: </w:t>
      </w:r>
      <w:r w:rsidR="00E22368">
        <w:rPr>
          <w:rFonts w:ascii="Arial" w:hAnsi="Arial" w:cs="Arial"/>
        </w:rPr>
        <w:t>Max Hugelshofer</w:t>
      </w:r>
      <w:r w:rsidR="0027320B">
        <w:rPr>
          <w:rFonts w:ascii="Arial" w:hAnsi="Arial" w:cs="Arial"/>
        </w:rPr>
        <w:t>, Schweizer Berghilfe</w:t>
      </w:r>
    </w:p>
    <w:p w14:paraId="44CC6EE0" w14:textId="1E0B8AED" w:rsidR="0027320B" w:rsidRDefault="0027320B" w:rsidP="0027320B">
      <w:pPr>
        <w:tabs>
          <w:tab w:val="left" w:pos="426"/>
        </w:tabs>
        <w:ind w:right="-28"/>
        <w:rPr>
          <w:rFonts w:ascii="Arial" w:hAnsi="Arial" w:cs="Arial"/>
        </w:rPr>
      </w:pPr>
      <w:r>
        <w:rPr>
          <w:rFonts w:ascii="Arial" w:hAnsi="Arial" w:cs="Arial"/>
          <w:color w:val="000000"/>
        </w:rPr>
        <w:sym w:font="Wingdings" w:char="F0E8"/>
      </w:r>
      <w:r>
        <w:rPr>
          <w:rFonts w:ascii="Arial" w:hAnsi="Arial" w:cs="Arial"/>
          <w:color w:val="000000"/>
        </w:rPr>
        <w:tab/>
        <w:t xml:space="preserve">Medienmitteilung und Bilder als Download: </w:t>
      </w:r>
      <w:hyperlink r:id="rId12" w:history="1">
        <w:r w:rsidR="002A6F96">
          <w:rPr>
            <w:rStyle w:val="Hyperlink"/>
            <w:rFonts w:ascii="Arial" w:eastAsiaTheme="majorEastAsia" w:hAnsi="Arial" w:cs="Arial"/>
          </w:rPr>
          <w:t>prixmontagne.ch/medien</w:t>
        </w:r>
      </w:hyperlink>
    </w:p>
    <w:p w14:paraId="6110DDB9" w14:textId="77777777" w:rsidR="0027320B" w:rsidRPr="00A51585" w:rsidRDefault="0027320B" w:rsidP="0027320B">
      <w:pPr>
        <w:spacing w:line="300" w:lineRule="exact"/>
        <w:ind w:right="1103"/>
        <w:outlineLvl w:val="0"/>
        <w:rPr>
          <w:rFonts w:ascii="Arial" w:hAnsi="Arial" w:cs="Arial"/>
          <w:b/>
        </w:rPr>
      </w:pPr>
      <w:r w:rsidRPr="00A51585">
        <w:rPr>
          <w:rFonts w:ascii="Arial" w:hAnsi="Arial" w:cs="Arial"/>
          <w:b/>
        </w:rPr>
        <w:t>Für weitere Informationen:</w:t>
      </w:r>
    </w:p>
    <w:p w14:paraId="26D7BF68" w14:textId="77777777" w:rsidR="00C75485" w:rsidRPr="00313ED1" w:rsidRDefault="00C75485" w:rsidP="00C75485">
      <w:pPr>
        <w:spacing w:after="0" w:line="240" w:lineRule="auto"/>
        <w:rPr>
          <w:color w:val="000000" w:themeColor="text1"/>
          <w:szCs w:val="21"/>
        </w:rPr>
      </w:pPr>
      <w:r w:rsidRPr="2C406A86">
        <w:rPr>
          <w:color w:val="000000" w:themeColor="text1"/>
        </w:rPr>
        <w:t>Kontakt:</w:t>
      </w:r>
      <w:r>
        <w:rPr>
          <w:color w:val="000000" w:themeColor="text1"/>
        </w:rPr>
        <w:t xml:space="preserve"> Medienstelle Schweizer Berghilfe, Kilian Gasser,</w:t>
      </w:r>
      <w:r w:rsidRPr="2C406A86">
        <w:rPr>
          <w:color w:val="000000" w:themeColor="text1"/>
        </w:rPr>
        <w:t xml:space="preserve"> T </w:t>
      </w:r>
      <w:r w:rsidRPr="00844CBF">
        <w:rPr>
          <w:color w:val="000000" w:themeColor="text1"/>
        </w:rPr>
        <w:t>079 443 55 21</w:t>
      </w:r>
      <w:r w:rsidRPr="2C406A86">
        <w:rPr>
          <w:color w:val="000000" w:themeColor="text1"/>
        </w:rPr>
        <w:t xml:space="preserve">, </w:t>
      </w:r>
      <w:hyperlink r:id="rId13" w:history="1">
        <w:r w:rsidRPr="00403DBF">
          <w:rPr>
            <w:rStyle w:val="Hyperlink"/>
          </w:rPr>
          <w:t>kilian.gasser@berghilfe.ch</w:t>
        </w:r>
      </w:hyperlink>
    </w:p>
    <w:p w14:paraId="3F041D9F" w14:textId="1B6C5A7A" w:rsidR="00A17B21" w:rsidRPr="00313ED1" w:rsidRDefault="00A17B21" w:rsidP="00C75485">
      <w:pPr>
        <w:spacing w:after="0" w:line="240" w:lineRule="auto"/>
        <w:ind w:left="705" w:hanging="705"/>
        <w:rPr>
          <w:color w:val="000000" w:themeColor="text1"/>
          <w:szCs w:val="21"/>
        </w:rPr>
      </w:pPr>
    </w:p>
    <w:sectPr w:rsidR="00A17B21" w:rsidRPr="00313ED1" w:rsidSect="00FF5D76">
      <w:footerReference w:type="default" r:id="rId14"/>
      <w:headerReference w:type="first" r:id="rId15"/>
      <w:footerReference w:type="first" r:id="rId16"/>
      <w:pgSz w:w="11906" w:h="16838" w:code="9"/>
      <w:pgMar w:top="1328" w:right="1558" w:bottom="1985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1CE0E" w14:textId="77777777" w:rsidR="007A5727" w:rsidRDefault="007A5727" w:rsidP="00DA2AF8">
      <w:r>
        <w:separator/>
      </w:r>
    </w:p>
    <w:p w14:paraId="377AE972" w14:textId="77777777" w:rsidR="007A5727" w:rsidRDefault="007A5727" w:rsidP="00DA2AF8"/>
    <w:p w14:paraId="015A85A5" w14:textId="77777777" w:rsidR="007A5727" w:rsidRDefault="007A5727" w:rsidP="00DA2AF8"/>
  </w:endnote>
  <w:endnote w:type="continuationSeparator" w:id="0">
    <w:p w14:paraId="2743483C" w14:textId="77777777" w:rsidR="007A5727" w:rsidRDefault="007A5727" w:rsidP="00DA2AF8">
      <w:r>
        <w:continuationSeparator/>
      </w:r>
    </w:p>
    <w:p w14:paraId="5B36DCD5" w14:textId="77777777" w:rsidR="007A5727" w:rsidRDefault="007A5727" w:rsidP="00DA2AF8"/>
    <w:p w14:paraId="62C2ADF5" w14:textId="77777777" w:rsidR="007A5727" w:rsidRDefault="007A5727" w:rsidP="00DA2AF8"/>
  </w:endnote>
  <w:endnote w:type="continuationNotice" w:id="1">
    <w:p w14:paraId="315A7B89" w14:textId="77777777" w:rsidR="007A5727" w:rsidRDefault="007A57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ra No2 Light">
    <w:altName w:val="Calibri"/>
    <w:panose1 w:val="020B0604020202020204"/>
    <w:charset w:val="00"/>
    <w:family w:val="modern"/>
    <w:notTrueType/>
    <w:pitch w:val="variable"/>
    <w:sig w:usb0="A00000EF" w:usb1="5001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4673316"/>
      <w:docPartObj>
        <w:docPartGallery w:val="Page Numbers (Bottom of Page)"/>
        <w:docPartUnique/>
      </w:docPartObj>
    </w:sdtPr>
    <w:sdtEndPr/>
    <w:sdtContent>
      <w:p w14:paraId="361CF121" w14:textId="5097E8BB" w:rsidR="00E5726B" w:rsidRDefault="00E5726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672" w:rsidRPr="001E1672">
          <w:rPr>
            <w:noProof/>
            <w:lang w:val="de-DE"/>
          </w:rPr>
          <w:t>2</w:t>
        </w:r>
        <w:r>
          <w:fldChar w:fldCharType="end"/>
        </w:r>
      </w:p>
    </w:sdtContent>
  </w:sdt>
  <w:p w14:paraId="210BD028" w14:textId="30D147B1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008193"/>
      <w:docPartObj>
        <w:docPartGallery w:val="Page Numbers (Bottom of Page)"/>
        <w:docPartUnique/>
      </w:docPartObj>
    </w:sdtPr>
    <w:sdtEndPr/>
    <w:sdtContent>
      <w:p w14:paraId="6DF0D9B6" w14:textId="5D435524" w:rsidR="009509DF" w:rsidRDefault="009509D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35F" w:rsidRPr="00C1235F">
          <w:rPr>
            <w:noProof/>
            <w:lang w:val="de-DE"/>
          </w:rPr>
          <w:t>1</w:t>
        </w:r>
        <w:r>
          <w:fldChar w:fldCharType="end"/>
        </w:r>
      </w:p>
    </w:sdtContent>
  </w:sdt>
  <w:p w14:paraId="14DBBFE8" w14:textId="782CE8EE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A74A5" w14:textId="77777777" w:rsidR="007A5727" w:rsidRDefault="007A5727" w:rsidP="00DA2AF8">
      <w:r>
        <w:separator/>
      </w:r>
    </w:p>
    <w:p w14:paraId="1129A487" w14:textId="77777777" w:rsidR="007A5727" w:rsidRDefault="007A5727" w:rsidP="00DA2AF8"/>
    <w:p w14:paraId="05998692" w14:textId="77777777" w:rsidR="007A5727" w:rsidRDefault="007A5727" w:rsidP="00DA2AF8"/>
  </w:footnote>
  <w:footnote w:type="continuationSeparator" w:id="0">
    <w:p w14:paraId="4DCD8E65" w14:textId="77777777" w:rsidR="007A5727" w:rsidRDefault="007A5727" w:rsidP="00DA2AF8">
      <w:r>
        <w:continuationSeparator/>
      </w:r>
    </w:p>
    <w:p w14:paraId="61DC9B38" w14:textId="77777777" w:rsidR="007A5727" w:rsidRDefault="007A5727" w:rsidP="00DA2AF8"/>
    <w:p w14:paraId="673BAE13" w14:textId="77777777" w:rsidR="007A5727" w:rsidRDefault="007A5727" w:rsidP="00DA2AF8"/>
  </w:footnote>
  <w:footnote w:type="continuationNotice" w:id="1">
    <w:p w14:paraId="36A2AFC7" w14:textId="77777777" w:rsidR="007A5727" w:rsidRDefault="007A57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2B880327" w14:textId="77777777" w:rsidTr="00050836">
      <w:trPr>
        <w:trHeight w:val="794"/>
      </w:trPr>
      <w:tc>
        <w:tcPr>
          <w:tcW w:w="8750" w:type="dxa"/>
        </w:tcPr>
        <w:p w14:paraId="130E6D69" w14:textId="77777777" w:rsidR="00050836" w:rsidRDefault="00050836" w:rsidP="00050836">
          <w:pPr>
            <w:pStyle w:val="Kopfzeile"/>
          </w:pPr>
        </w:p>
      </w:tc>
    </w:tr>
  </w:tbl>
  <w:p w14:paraId="1BEDB6E0" w14:textId="050E9466" w:rsidR="003B1AA7" w:rsidRDefault="00DC3053" w:rsidP="00DA2AF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1B5FADA7" wp14:editId="6BEF478E">
          <wp:simplePos x="0" y="0"/>
          <wp:positionH relativeFrom="column">
            <wp:posOffset>-417830</wp:posOffset>
          </wp:positionH>
          <wp:positionV relativeFrom="paragraph">
            <wp:posOffset>0</wp:posOffset>
          </wp:positionV>
          <wp:extent cx="1714442" cy="549952"/>
          <wp:effectExtent l="0" t="0" r="63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x_Montagne_Logo_RGB_Felsgrau_dunk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442" cy="549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795"/>
    <w:multiLevelType w:val="multilevel"/>
    <w:tmpl w:val="7DEC44B2"/>
    <w:lvl w:ilvl="0">
      <w:start w:val="1"/>
      <w:numFmt w:val="decimal"/>
      <w:pStyle w:val="Listenabsatz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77"/>
        </w:tabs>
        <w:ind w:left="134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4"/>
        </w:tabs>
        <w:ind w:left="202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81"/>
        </w:tabs>
        <w:ind w:left="293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32"/>
        </w:tabs>
        <w:ind w:left="4009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85"/>
        </w:tabs>
        <w:ind w:left="4576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52"/>
        </w:tabs>
        <w:ind w:left="5313" w:hanging="1361"/>
      </w:pPr>
      <w:rPr>
        <w:rFonts w:hint="default"/>
      </w:rPr>
    </w:lvl>
    <w:lvl w:ilvl="7">
      <w:start w:val="1"/>
      <w:numFmt w:val="decimal"/>
      <w:lvlText w:val="%1.%2.%3.%4.%5.%6.%8"/>
      <w:lvlJc w:val="left"/>
      <w:pPr>
        <w:tabs>
          <w:tab w:val="num" w:pos="4519"/>
        </w:tabs>
        <w:ind w:left="5880" w:hanging="1361"/>
      </w:pPr>
      <w:rPr>
        <w:rFonts w:hint="default"/>
      </w:rPr>
    </w:lvl>
    <w:lvl w:ilvl="8">
      <w:start w:val="1"/>
      <w:numFmt w:val="decimal"/>
      <w:lvlText w:val="%1.%2.%3.%4.%5.%6.%9"/>
      <w:lvlJc w:val="left"/>
      <w:pPr>
        <w:tabs>
          <w:tab w:val="num" w:pos="5086"/>
        </w:tabs>
        <w:ind w:left="6447" w:hanging="1361"/>
      </w:pPr>
      <w:rPr>
        <w:rFonts w:hint="default"/>
      </w:rPr>
    </w:lvl>
  </w:abstractNum>
  <w:abstractNum w:abstractNumId="1" w15:restartNumberingAfterBreak="0">
    <w:nsid w:val="08DF1548"/>
    <w:multiLevelType w:val="hybridMultilevel"/>
    <w:tmpl w:val="22C8AE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70584"/>
    <w:multiLevelType w:val="multilevel"/>
    <w:tmpl w:val="08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0E003D"/>
    <w:multiLevelType w:val="hybridMultilevel"/>
    <w:tmpl w:val="8CE0FE3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25922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5" w15:restartNumberingAfterBreak="0">
    <w:nsid w:val="29E32E64"/>
    <w:multiLevelType w:val="multilevel"/>
    <w:tmpl w:val="4176C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9E51CF0"/>
    <w:multiLevelType w:val="hybridMultilevel"/>
    <w:tmpl w:val="C90C8DB6"/>
    <w:lvl w:ilvl="0" w:tplc="F16E9A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33BFD"/>
    <w:multiLevelType w:val="hybridMultilevel"/>
    <w:tmpl w:val="537414CE"/>
    <w:lvl w:ilvl="0" w:tplc="1266413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D6E69"/>
    <w:multiLevelType w:val="multilevel"/>
    <w:tmpl w:val="FCE0EAEE"/>
    <w:lvl w:ilvl="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47866"/>
    <w:multiLevelType w:val="hybridMultilevel"/>
    <w:tmpl w:val="6054147A"/>
    <w:lvl w:ilvl="0" w:tplc="C2B88D8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F1BB8"/>
    <w:multiLevelType w:val="hybridMultilevel"/>
    <w:tmpl w:val="7ECE0954"/>
    <w:lvl w:ilvl="0" w:tplc="4F2A528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B2CDB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12" w15:restartNumberingAfterBreak="0">
    <w:nsid w:val="75BD381F"/>
    <w:multiLevelType w:val="multilevel"/>
    <w:tmpl w:val="53FEAEF2"/>
    <w:lvl w:ilvl="0">
      <w:start w:val="1"/>
      <w:numFmt w:val="bullet"/>
      <w:pStyle w:val="ListBulletpoints"/>
      <w:lvlText w:val=""/>
      <w:lvlJc w:val="left"/>
      <w:pPr>
        <w:tabs>
          <w:tab w:val="num" w:pos="278"/>
        </w:tabs>
        <w:ind w:left="278" w:hanging="278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9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3" w15:restartNumberingAfterBreak="0">
    <w:nsid w:val="78070857"/>
    <w:multiLevelType w:val="multilevel"/>
    <w:tmpl w:val="2ABA8B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9A9226B"/>
    <w:multiLevelType w:val="hybridMultilevel"/>
    <w:tmpl w:val="FCE0EAEE"/>
    <w:lvl w:ilvl="0" w:tplc="ABEA9AE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47FFE"/>
    <w:multiLevelType w:val="hybridMultilevel"/>
    <w:tmpl w:val="1616A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432400">
    <w:abstractNumId w:val="1"/>
  </w:num>
  <w:num w:numId="2" w16cid:durableId="1384720188">
    <w:abstractNumId w:val="0"/>
  </w:num>
  <w:num w:numId="3" w16cid:durableId="537862049">
    <w:abstractNumId w:val="3"/>
  </w:num>
  <w:num w:numId="4" w16cid:durableId="503713954">
    <w:abstractNumId w:val="9"/>
  </w:num>
  <w:num w:numId="5" w16cid:durableId="1174564122">
    <w:abstractNumId w:val="10"/>
  </w:num>
  <w:num w:numId="6" w16cid:durableId="1528641725">
    <w:abstractNumId w:val="12"/>
  </w:num>
  <w:num w:numId="7" w16cid:durableId="438532514">
    <w:abstractNumId w:val="13"/>
  </w:num>
  <w:num w:numId="8" w16cid:durableId="2135714218">
    <w:abstractNumId w:val="15"/>
  </w:num>
  <w:num w:numId="9" w16cid:durableId="1862428376">
    <w:abstractNumId w:val="6"/>
  </w:num>
  <w:num w:numId="10" w16cid:durableId="1806042200">
    <w:abstractNumId w:val="11"/>
  </w:num>
  <w:num w:numId="11" w16cid:durableId="630550052">
    <w:abstractNumId w:val="5"/>
  </w:num>
  <w:num w:numId="12" w16cid:durableId="714893281">
    <w:abstractNumId w:val="2"/>
  </w:num>
  <w:num w:numId="13" w16cid:durableId="1923903270">
    <w:abstractNumId w:val="12"/>
  </w:num>
  <w:num w:numId="14" w16cid:durableId="1196310043">
    <w:abstractNumId w:val="0"/>
  </w:num>
  <w:num w:numId="15" w16cid:durableId="1411464085">
    <w:abstractNumId w:val="4"/>
  </w:num>
  <w:num w:numId="16" w16cid:durableId="2003964966">
    <w:abstractNumId w:val="14"/>
  </w:num>
  <w:num w:numId="17" w16cid:durableId="1349678296">
    <w:abstractNumId w:val="8"/>
  </w:num>
  <w:num w:numId="18" w16cid:durableId="7239174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E4F"/>
    <w:rsid w:val="000042E7"/>
    <w:rsid w:val="000106CF"/>
    <w:rsid w:val="00014748"/>
    <w:rsid w:val="00014B51"/>
    <w:rsid w:val="000239E1"/>
    <w:rsid w:val="00030A87"/>
    <w:rsid w:val="00031F7F"/>
    <w:rsid w:val="00033B1D"/>
    <w:rsid w:val="00035E62"/>
    <w:rsid w:val="000459E9"/>
    <w:rsid w:val="00050836"/>
    <w:rsid w:val="0006033B"/>
    <w:rsid w:val="000613F0"/>
    <w:rsid w:val="00061C4F"/>
    <w:rsid w:val="000635BD"/>
    <w:rsid w:val="00071974"/>
    <w:rsid w:val="000755C1"/>
    <w:rsid w:val="000808EB"/>
    <w:rsid w:val="0008290A"/>
    <w:rsid w:val="00092756"/>
    <w:rsid w:val="00096D69"/>
    <w:rsid w:val="00097D3F"/>
    <w:rsid w:val="000A2E47"/>
    <w:rsid w:val="000A73FB"/>
    <w:rsid w:val="000C1F4D"/>
    <w:rsid w:val="000C7067"/>
    <w:rsid w:val="000C7DF2"/>
    <w:rsid w:val="000E2752"/>
    <w:rsid w:val="000E4DE7"/>
    <w:rsid w:val="000E7BFA"/>
    <w:rsid w:val="000F5491"/>
    <w:rsid w:val="000F618F"/>
    <w:rsid w:val="000F6662"/>
    <w:rsid w:val="0011458A"/>
    <w:rsid w:val="00126612"/>
    <w:rsid w:val="001273CB"/>
    <w:rsid w:val="001323B8"/>
    <w:rsid w:val="00133836"/>
    <w:rsid w:val="00133A29"/>
    <w:rsid w:val="00137CB5"/>
    <w:rsid w:val="00140CFB"/>
    <w:rsid w:val="001439F9"/>
    <w:rsid w:val="00144765"/>
    <w:rsid w:val="001460EB"/>
    <w:rsid w:val="0015317C"/>
    <w:rsid w:val="00155F23"/>
    <w:rsid w:val="00160F30"/>
    <w:rsid w:val="00164A11"/>
    <w:rsid w:val="0016651B"/>
    <w:rsid w:val="001743A4"/>
    <w:rsid w:val="00185F1F"/>
    <w:rsid w:val="00191142"/>
    <w:rsid w:val="001A01C8"/>
    <w:rsid w:val="001A1362"/>
    <w:rsid w:val="001A628E"/>
    <w:rsid w:val="001B0A2D"/>
    <w:rsid w:val="001B1CD5"/>
    <w:rsid w:val="001C07E5"/>
    <w:rsid w:val="001C1A1A"/>
    <w:rsid w:val="001C4CAB"/>
    <w:rsid w:val="001C5208"/>
    <w:rsid w:val="001C74FF"/>
    <w:rsid w:val="001D18DB"/>
    <w:rsid w:val="001D4DF5"/>
    <w:rsid w:val="001E1672"/>
    <w:rsid w:val="001E410E"/>
    <w:rsid w:val="001E5529"/>
    <w:rsid w:val="001E6F94"/>
    <w:rsid w:val="001F0E29"/>
    <w:rsid w:val="001F707A"/>
    <w:rsid w:val="00210750"/>
    <w:rsid w:val="00211FF5"/>
    <w:rsid w:val="00214763"/>
    <w:rsid w:val="00223BBA"/>
    <w:rsid w:val="002241C6"/>
    <w:rsid w:val="002411F9"/>
    <w:rsid w:val="002431B3"/>
    <w:rsid w:val="00251E40"/>
    <w:rsid w:val="0025454D"/>
    <w:rsid w:val="00257C34"/>
    <w:rsid w:val="00263C6C"/>
    <w:rsid w:val="0027320B"/>
    <w:rsid w:val="00281378"/>
    <w:rsid w:val="00284BCA"/>
    <w:rsid w:val="00284D66"/>
    <w:rsid w:val="002A5086"/>
    <w:rsid w:val="002A6F96"/>
    <w:rsid w:val="002B33BD"/>
    <w:rsid w:val="002B4F62"/>
    <w:rsid w:val="002B51CB"/>
    <w:rsid w:val="002C011C"/>
    <w:rsid w:val="002C27BD"/>
    <w:rsid w:val="002C2C3F"/>
    <w:rsid w:val="002C6776"/>
    <w:rsid w:val="002C7185"/>
    <w:rsid w:val="002D41C3"/>
    <w:rsid w:val="002D637D"/>
    <w:rsid w:val="002E4BE9"/>
    <w:rsid w:val="002E765B"/>
    <w:rsid w:val="002F25E4"/>
    <w:rsid w:val="003077EC"/>
    <w:rsid w:val="00313ED1"/>
    <w:rsid w:val="0031529A"/>
    <w:rsid w:val="003163D0"/>
    <w:rsid w:val="0033792E"/>
    <w:rsid w:val="003425C3"/>
    <w:rsid w:val="003478C4"/>
    <w:rsid w:val="00355859"/>
    <w:rsid w:val="00361726"/>
    <w:rsid w:val="00362E92"/>
    <w:rsid w:val="003661BA"/>
    <w:rsid w:val="00372F0D"/>
    <w:rsid w:val="0037573C"/>
    <w:rsid w:val="00376B7F"/>
    <w:rsid w:val="00381E13"/>
    <w:rsid w:val="00392070"/>
    <w:rsid w:val="003A0DC5"/>
    <w:rsid w:val="003A3084"/>
    <w:rsid w:val="003B1945"/>
    <w:rsid w:val="003B1AA7"/>
    <w:rsid w:val="003B2C1A"/>
    <w:rsid w:val="003C4DC7"/>
    <w:rsid w:val="003D1025"/>
    <w:rsid w:val="003D10D2"/>
    <w:rsid w:val="003D45D9"/>
    <w:rsid w:val="003E21AE"/>
    <w:rsid w:val="00402726"/>
    <w:rsid w:val="00414379"/>
    <w:rsid w:val="00427AF6"/>
    <w:rsid w:val="00432B24"/>
    <w:rsid w:val="00440623"/>
    <w:rsid w:val="00441D28"/>
    <w:rsid w:val="00447145"/>
    <w:rsid w:val="00450F51"/>
    <w:rsid w:val="00455B7B"/>
    <w:rsid w:val="00457450"/>
    <w:rsid w:val="004579AA"/>
    <w:rsid w:val="004700C5"/>
    <w:rsid w:val="00473DB4"/>
    <w:rsid w:val="0049632C"/>
    <w:rsid w:val="004A10A8"/>
    <w:rsid w:val="004A34AD"/>
    <w:rsid w:val="004A6DBC"/>
    <w:rsid w:val="004C63A8"/>
    <w:rsid w:val="004C7E91"/>
    <w:rsid w:val="004E1440"/>
    <w:rsid w:val="004F07B3"/>
    <w:rsid w:val="004F1C70"/>
    <w:rsid w:val="004F24FA"/>
    <w:rsid w:val="00506D11"/>
    <w:rsid w:val="00513C8F"/>
    <w:rsid w:val="005250DA"/>
    <w:rsid w:val="0054155E"/>
    <w:rsid w:val="0054260F"/>
    <w:rsid w:val="00563827"/>
    <w:rsid w:val="005A27D8"/>
    <w:rsid w:val="005A3A45"/>
    <w:rsid w:val="005A596B"/>
    <w:rsid w:val="005A5E62"/>
    <w:rsid w:val="005A7AE7"/>
    <w:rsid w:val="005B3E65"/>
    <w:rsid w:val="005C0748"/>
    <w:rsid w:val="005C1C51"/>
    <w:rsid w:val="005C5972"/>
    <w:rsid w:val="005C5EBB"/>
    <w:rsid w:val="005C7C41"/>
    <w:rsid w:val="005D551E"/>
    <w:rsid w:val="005D7CF8"/>
    <w:rsid w:val="005E2217"/>
    <w:rsid w:val="005E39AD"/>
    <w:rsid w:val="005F1392"/>
    <w:rsid w:val="005F76B5"/>
    <w:rsid w:val="00602FD7"/>
    <w:rsid w:val="00603381"/>
    <w:rsid w:val="00605A29"/>
    <w:rsid w:val="006068E7"/>
    <w:rsid w:val="00611416"/>
    <w:rsid w:val="00623BDA"/>
    <w:rsid w:val="00624574"/>
    <w:rsid w:val="00633715"/>
    <w:rsid w:val="00633E40"/>
    <w:rsid w:val="00647575"/>
    <w:rsid w:val="006534C7"/>
    <w:rsid w:val="0065750D"/>
    <w:rsid w:val="0066705C"/>
    <w:rsid w:val="00672934"/>
    <w:rsid w:val="00674468"/>
    <w:rsid w:val="006806A4"/>
    <w:rsid w:val="0069079E"/>
    <w:rsid w:val="00693347"/>
    <w:rsid w:val="00695B98"/>
    <w:rsid w:val="00695EE0"/>
    <w:rsid w:val="006A40F5"/>
    <w:rsid w:val="006A4445"/>
    <w:rsid w:val="006A449D"/>
    <w:rsid w:val="006B1086"/>
    <w:rsid w:val="006C2863"/>
    <w:rsid w:val="006C55EB"/>
    <w:rsid w:val="006D52CE"/>
    <w:rsid w:val="006D594F"/>
    <w:rsid w:val="006E0334"/>
    <w:rsid w:val="007017D9"/>
    <w:rsid w:val="00704C37"/>
    <w:rsid w:val="007078CC"/>
    <w:rsid w:val="00715782"/>
    <w:rsid w:val="007268AC"/>
    <w:rsid w:val="00726D41"/>
    <w:rsid w:val="00733AB6"/>
    <w:rsid w:val="007379AD"/>
    <w:rsid w:val="007417D5"/>
    <w:rsid w:val="00742348"/>
    <w:rsid w:val="00752715"/>
    <w:rsid w:val="007557B3"/>
    <w:rsid w:val="00762212"/>
    <w:rsid w:val="00764BA2"/>
    <w:rsid w:val="00765AD0"/>
    <w:rsid w:val="0078039A"/>
    <w:rsid w:val="007810DF"/>
    <w:rsid w:val="00781502"/>
    <w:rsid w:val="00781C84"/>
    <w:rsid w:val="007865E5"/>
    <w:rsid w:val="00791174"/>
    <w:rsid w:val="007936F1"/>
    <w:rsid w:val="007A02EE"/>
    <w:rsid w:val="007A5727"/>
    <w:rsid w:val="007B4168"/>
    <w:rsid w:val="007B59E9"/>
    <w:rsid w:val="007B6725"/>
    <w:rsid w:val="007B7A43"/>
    <w:rsid w:val="007C62AA"/>
    <w:rsid w:val="007D1C2F"/>
    <w:rsid w:val="007E3B2A"/>
    <w:rsid w:val="007E5517"/>
    <w:rsid w:val="007E60DE"/>
    <w:rsid w:val="007F2230"/>
    <w:rsid w:val="008004D3"/>
    <w:rsid w:val="00821830"/>
    <w:rsid w:val="008224FC"/>
    <w:rsid w:val="008233ED"/>
    <w:rsid w:val="00825B87"/>
    <w:rsid w:val="00832F5E"/>
    <w:rsid w:val="00841C10"/>
    <w:rsid w:val="00844D8E"/>
    <w:rsid w:val="00846051"/>
    <w:rsid w:val="008461C6"/>
    <w:rsid w:val="00865FC6"/>
    <w:rsid w:val="008769B2"/>
    <w:rsid w:val="00886445"/>
    <w:rsid w:val="00891542"/>
    <w:rsid w:val="008B54EF"/>
    <w:rsid w:val="008C1ABD"/>
    <w:rsid w:val="008C3745"/>
    <w:rsid w:val="008D368F"/>
    <w:rsid w:val="008D3956"/>
    <w:rsid w:val="008D7DB4"/>
    <w:rsid w:val="008E645C"/>
    <w:rsid w:val="008F75C0"/>
    <w:rsid w:val="00911DDA"/>
    <w:rsid w:val="0091345F"/>
    <w:rsid w:val="009164F2"/>
    <w:rsid w:val="00936715"/>
    <w:rsid w:val="0094463C"/>
    <w:rsid w:val="00944C29"/>
    <w:rsid w:val="009464A1"/>
    <w:rsid w:val="009509DF"/>
    <w:rsid w:val="00952A83"/>
    <w:rsid w:val="00964259"/>
    <w:rsid w:val="00966354"/>
    <w:rsid w:val="009666D0"/>
    <w:rsid w:val="00992285"/>
    <w:rsid w:val="00994547"/>
    <w:rsid w:val="0099557E"/>
    <w:rsid w:val="009968A7"/>
    <w:rsid w:val="00997C5A"/>
    <w:rsid w:val="009A0EE7"/>
    <w:rsid w:val="009A2602"/>
    <w:rsid w:val="009A4679"/>
    <w:rsid w:val="009A52A0"/>
    <w:rsid w:val="009B3541"/>
    <w:rsid w:val="009C1091"/>
    <w:rsid w:val="009C4A95"/>
    <w:rsid w:val="009E0742"/>
    <w:rsid w:val="009E594C"/>
    <w:rsid w:val="009F2191"/>
    <w:rsid w:val="00A002E5"/>
    <w:rsid w:val="00A01F07"/>
    <w:rsid w:val="00A020ED"/>
    <w:rsid w:val="00A038BC"/>
    <w:rsid w:val="00A10980"/>
    <w:rsid w:val="00A17B21"/>
    <w:rsid w:val="00A20A5F"/>
    <w:rsid w:val="00A222EB"/>
    <w:rsid w:val="00A2254E"/>
    <w:rsid w:val="00A22FC8"/>
    <w:rsid w:val="00A270DE"/>
    <w:rsid w:val="00A315BB"/>
    <w:rsid w:val="00A434B0"/>
    <w:rsid w:val="00A43C05"/>
    <w:rsid w:val="00A43CAA"/>
    <w:rsid w:val="00A5010F"/>
    <w:rsid w:val="00A51585"/>
    <w:rsid w:val="00A66E43"/>
    <w:rsid w:val="00A76C50"/>
    <w:rsid w:val="00A8098F"/>
    <w:rsid w:val="00A8224C"/>
    <w:rsid w:val="00A909CF"/>
    <w:rsid w:val="00A92A67"/>
    <w:rsid w:val="00A94BCD"/>
    <w:rsid w:val="00AA1997"/>
    <w:rsid w:val="00AA6523"/>
    <w:rsid w:val="00AA65ED"/>
    <w:rsid w:val="00AA7FF6"/>
    <w:rsid w:val="00AB2E6C"/>
    <w:rsid w:val="00AB3B0F"/>
    <w:rsid w:val="00AB79E2"/>
    <w:rsid w:val="00AC0855"/>
    <w:rsid w:val="00AC6D33"/>
    <w:rsid w:val="00AC75DA"/>
    <w:rsid w:val="00AC7AEC"/>
    <w:rsid w:val="00AD237D"/>
    <w:rsid w:val="00AE0CEB"/>
    <w:rsid w:val="00AE3EE2"/>
    <w:rsid w:val="00AE46EF"/>
    <w:rsid w:val="00B23780"/>
    <w:rsid w:val="00B2485C"/>
    <w:rsid w:val="00B25058"/>
    <w:rsid w:val="00B426DF"/>
    <w:rsid w:val="00B42F20"/>
    <w:rsid w:val="00B46E28"/>
    <w:rsid w:val="00B540BD"/>
    <w:rsid w:val="00B86C09"/>
    <w:rsid w:val="00B917CE"/>
    <w:rsid w:val="00BA066B"/>
    <w:rsid w:val="00BA6475"/>
    <w:rsid w:val="00BA7422"/>
    <w:rsid w:val="00BB5AAC"/>
    <w:rsid w:val="00BB5BC2"/>
    <w:rsid w:val="00BC6CFB"/>
    <w:rsid w:val="00BC6E4F"/>
    <w:rsid w:val="00BD1492"/>
    <w:rsid w:val="00BF3012"/>
    <w:rsid w:val="00C076DF"/>
    <w:rsid w:val="00C11AF9"/>
    <w:rsid w:val="00C1235F"/>
    <w:rsid w:val="00C1660D"/>
    <w:rsid w:val="00C2033D"/>
    <w:rsid w:val="00C30306"/>
    <w:rsid w:val="00C31EB6"/>
    <w:rsid w:val="00C32234"/>
    <w:rsid w:val="00C34C01"/>
    <w:rsid w:val="00C34D34"/>
    <w:rsid w:val="00C405A4"/>
    <w:rsid w:val="00C54404"/>
    <w:rsid w:val="00C60060"/>
    <w:rsid w:val="00C6088F"/>
    <w:rsid w:val="00C75485"/>
    <w:rsid w:val="00C8355B"/>
    <w:rsid w:val="00C864D6"/>
    <w:rsid w:val="00CA48EA"/>
    <w:rsid w:val="00CB452D"/>
    <w:rsid w:val="00CC566A"/>
    <w:rsid w:val="00CC5736"/>
    <w:rsid w:val="00CD37AF"/>
    <w:rsid w:val="00CD3E4C"/>
    <w:rsid w:val="00CE343C"/>
    <w:rsid w:val="00CE6124"/>
    <w:rsid w:val="00CE7165"/>
    <w:rsid w:val="00CF7CDB"/>
    <w:rsid w:val="00D314B1"/>
    <w:rsid w:val="00D31FD9"/>
    <w:rsid w:val="00D423EB"/>
    <w:rsid w:val="00D4635B"/>
    <w:rsid w:val="00D53CCA"/>
    <w:rsid w:val="00D55D38"/>
    <w:rsid w:val="00D601BC"/>
    <w:rsid w:val="00D72971"/>
    <w:rsid w:val="00D73E24"/>
    <w:rsid w:val="00D762E3"/>
    <w:rsid w:val="00D86F79"/>
    <w:rsid w:val="00D935EA"/>
    <w:rsid w:val="00DA11A6"/>
    <w:rsid w:val="00DA2AF8"/>
    <w:rsid w:val="00DA2FFD"/>
    <w:rsid w:val="00DA6A3B"/>
    <w:rsid w:val="00DB0EC7"/>
    <w:rsid w:val="00DC3053"/>
    <w:rsid w:val="00DC53B5"/>
    <w:rsid w:val="00DD18C7"/>
    <w:rsid w:val="00DD5FD4"/>
    <w:rsid w:val="00DD657D"/>
    <w:rsid w:val="00DE057A"/>
    <w:rsid w:val="00DE5C75"/>
    <w:rsid w:val="00DF3E12"/>
    <w:rsid w:val="00DF5992"/>
    <w:rsid w:val="00E016AA"/>
    <w:rsid w:val="00E05ABC"/>
    <w:rsid w:val="00E05B91"/>
    <w:rsid w:val="00E15D7B"/>
    <w:rsid w:val="00E22368"/>
    <w:rsid w:val="00E2248F"/>
    <w:rsid w:val="00E242CF"/>
    <w:rsid w:val="00E244AB"/>
    <w:rsid w:val="00E259F6"/>
    <w:rsid w:val="00E31108"/>
    <w:rsid w:val="00E341D0"/>
    <w:rsid w:val="00E443D5"/>
    <w:rsid w:val="00E47440"/>
    <w:rsid w:val="00E5091B"/>
    <w:rsid w:val="00E54768"/>
    <w:rsid w:val="00E5726B"/>
    <w:rsid w:val="00E7679A"/>
    <w:rsid w:val="00E773E3"/>
    <w:rsid w:val="00E83971"/>
    <w:rsid w:val="00E86A89"/>
    <w:rsid w:val="00E91D0B"/>
    <w:rsid w:val="00E938E4"/>
    <w:rsid w:val="00EA4FFD"/>
    <w:rsid w:val="00EB02A7"/>
    <w:rsid w:val="00EB16E8"/>
    <w:rsid w:val="00EC5CA4"/>
    <w:rsid w:val="00EC79DF"/>
    <w:rsid w:val="00EE09F6"/>
    <w:rsid w:val="00EE1391"/>
    <w:rsid w:val="00EE34CA"/>
    <w:rsid w:val="00EE585C"/>
    <w:rsid w:val="00EF0C94"/>
    <w:rsid w:val="00EF23C4"/>
    <w:rsid w:val="00F074FD"/>
    <w:rsid w:val="00F14389"/>
    <w:rsid w:val="00F27294"/>
    <w:rsid w:val="00F40883"/>
    <w:rsid w:val="00F4668A"/>
    <w:rsid w:val="00F47883"/>
    <w:rsid w:val="00F5061B"/>
    <w:rsid w:val="00F50AA6"/>
    <w:rsid w:val="00F539BB"/>
    <w:rsid w:val="00F570CA"/>
    <w:rsid w:val="00F618B3"/>
    <w:rsid w:val="00F644C4"/>
    <w:rsid w:val="00F66DEB"/>
    <w:rsid w:val="00F7796A"/>
    <w:rsid w:val="00F82806"/>
    <w:rsid w:val="00F83EDF"/>
    <w:rsid w:val="00F8532F"/>
    <w:rsid w:val="00F935E2"/>
    <w:rsid w:val="00FA0CAF"/>
    <w:rsid w:val="00FB11F7"/>
    <w:rsid w:val="00FB51FA"/>
    <w:rsid w:val="00FC1A40"/>
    <w:rsid w:val="00FD7DF5"/>
    <w:rsid w:val="00FE45FB"/>
    <w:rsid w:val="00FE75E4"/>
    <w:rsid w:val="00FE7FC6"/>
    <w:rsid w:val="00FF5D76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10A39C"/>
  <w15:chartTrackingRefBased/>
  <w15:docId w15:val="{ECE2B107-3178-4EE6-8ABD-5F2DDFC94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25C3"/>
    <w:pPr>
      <w:spacing w:after="180" w:line="260" w:lineRule="atLeas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AC6D33"/>
    <w:pPr>
      <w:keepNext/>
      <w:numPr>
        <w:numId w:val="12"/>
      </w:numPr>
      <w:spacing w:after="20"/>
      <w:ind w:left="431" w:hanging="431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C6D33"/>
    <w:pPr>
      <w:keepNext/>
      <w:numPr>
        <w:ilvl w:val="1"/>
        <w:numId w:val="12"/>
      </w:numPr>
      <w:spacing w:before="340" w:after="40" w:line="280" w:lineRule="atLeast"/>
      <w:ind w:left="578" w:hanging="578"/>
      <w:outlineLvl w:val="1"/>
    </w:pPr>
    <w:rPr>
      <w:b/>
      <w:bCs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6D33"/>
    <w:pPr>
      <w:keepNext/>
      <w:numPr>
        <w:ilvl w:val="2"/>
        <w:numId w:val="12"/>
      </w:numPr>
      <w:spacing w:before="340" w:after="40" w:line="280" w:lineRule="atLeast"/>
      <w:outlineLvl w:val="2"/>
    </w:pPr>
    <w:rPr>
      <w:b/>
      <w:bCs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315BB"/>
    <w:pPr>
      <w:keepNext/>
      <w:numPr>
        <w:ilvl w:val="3"/>
        <w:numId w:val="12"/>
      </w:numPr>
      <w:spacing w:before="340" w:after="40" w:line="280" w:lineRule="atLeast"/>
      <w:ind w:left="862" w:hanging="862"/>
      <w:outlineLvl w:val="3"/>
    </w:pPr>
    <w:rPr>
      <w:b/>
      <w:bCs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C6D33"/>
    <w:pPr>
      <w:spacing w:before="340" w:after="40"/>
      <w:outlineLvl w:val="4"/>
    </w:pPr>
    <w:rPr>
      <w:b/>
      <w:bCs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rsid w:val="00FD7DF5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312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rsid w:val="00FD7DF5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12C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rsid w:val="00FD7DF5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rsid w:val="00FD7DF5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057A"/>
  </w:style>
  <w:style w:type="paragraph" w:styleId="Fuzeile">
    <w:name w:val="footer"/>
    <w:basedOn w:val="Standard"/>
    <w:link w:val="Fu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057A"/>
  </w:style>
  <w:style w:type="character" w:customStyle="1" w:styleId="berschrift1Zchn">
    <w:name w:val="Überschrift 1 Zchn"/>
    <w:basedOn w:val="Absatz-Standardschriftart"/>
    <w:link w:val="berschrift1"/>
    <w:uiPriority w:val="9"/>
    <w:rsid w:val="00A315BB"/>
    <w:rPr>
      <w:b/>
      <w:bCs/>
    </w:rPr>
  </w:style>
  <w:style w:type="table" w:styleId="Tabellenraster">
    <w:name w:val="Table Grid"/>
    <w:basedOn w:val="NormaleTabelle"/>
    <w:uiPriority w:val="39"/>
    <w:rsid w:val="002C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Standard"/>
    <w:next w:val="Standard"/>
    <w:link w:val="DatumZchn"/>
    <w:uiPriority w:val="99"/>
    <w:unhideWhenUsed/>
    <w:rsid w:val="00AB79E2"/>
    <w:pPr>
      <w:framePr w:hSpace="142" w:wrap="around" w:vAnchor="page" w:hAnchor="margin" w:y="3120"/>
      <w:spacing w:after="220" w:line="226" w:lineRule="auto"/>
    </w:pPr>
    <w:rPr>
      <w:rFonts w:asciiTheme="majorHAnsi" w:hAnsiTheme="majorHAnsi" w:cstheme="majorHAnsi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rsid w:val="00AB79E2"/>
    <w:rPr>
      <w:rFonts w:asciiTheme="majorHAnsi" w:hAnsiTheme="majorHAnsi" w:cstheme="majorHAnsi"/>
      <w:sz w:val="18"/>
      <w:szCs w:val="18"/>
    </w:rPr>
  </w:style>
  <w:style w:type="paragraph" w:customStyle="1" w:styleId="Absender">
    <w:name w:val="Absender"/>
    <w:basedOn w:val="Standard"/>
    <w:uiPriority w:val="9"/>
    <w:rsid w:val="00B86C09"/>
    <w:pPr>
      <w:framePr w:hSpace="142" w:wrap="around" w:vAnchor="page" w:hAnchor="margin" w:y="1509"/>
      <w:spacing w:after="0" w:line="220" w:lineRule="atLeast"/>
    </w:pPr>
    <w:rPr>
      <w:rFonts w:ascii="Arial" w:hAnsi="Arial" w:cs="Arial"/>
      <w:sz w:val="18"/>
      <w:szCs w:val="18"/>
    </w:rPr>
  </w:style>
  <w:style w:type="paragraph" w:styleId="Titel">
    <w:name w:val="Title"/>
    <w:basedOn w:val="KeinLeerraum"/>
    <w:next w:val="Standard"/>
    <w:link w:val="TitelZchn"/>
    <w:uiPriority w:val="10"/>
    <w:qFormat/>
    <w:rsid w:val="00F5061B"/>
    <w:pPr>
      <w:spacing w:after="320" w:line="360" w:lineRule="atLeast"/>
      <w:ind w:right="2948"/>
      <w:contextualSpacing/>
    </w:pPr>
    <w:rPr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uiPriority w:val="10"/>
    <w:rsid w:val="00F5061B"/>
    <w:rPr>
      <w:b/>
      <w:bCs/>
      <w:sz w:val="28"/>
      <w:szCs w:val="28"/>
    </w:rPr>
  </w:style>
  <w:style w:type="paragraph" w:customStyle="1" w:styleId="Adresse">
    <w:name w:val="Adresse"/>
    <w:basedOn w:val="Standard"/>
    <w:uiPriority w:val="9"/>
    <w:rsid w:val="0069079E"/>
    <w:pPr>
      <w:framePr w:hSpace="142" w:wrap="around" w:vAnchor="page" w:hAnchor="margin" w:y="3120"/>
      <w:spacing w:after="0"/>
    </w:pPr>
    <w:rPr>
      <w:rFonts w:ascii="Arial" w:hAnsi="Arial" w:cs="Arial"/>
    </w:rPr>
  </w:style>
  <w:style w:type="paragraph" w:customStyle="1" w:styleId="Kontakt">
    <w:name w:val="Kontakt"/>
    <w:basedOn w:val="Standard"/>
    <w:rsid w:val="001B0A2D"/>
    <w:pPr>
      <w:framePr w:hSpace="142" w:wrap="around" w:vAnchor="page" w:hAnchor="margin" w:y="3120"/>
      <w:spacing w:after="0" w:line="220" w:lineRule="atLeast"/>
    </w:pPr>
    <w:rPr>
      <w:rFonts w:ascii="Arial" w:hAnsi="Arial" w:cs="Arial"/>
      <w:sz w:val="18"/>
      <w:szCs w:val="18"/>
    </w:rPr>
  </w:style>
  <w:style w:type="paragraph" w:styleId="E-Mail-Signatur">
    <w:name w:val="E-mail Signature"/>
    <w:basedOn w:val="Kontakt"/>
    <w:link w:val="E-Mail-SignaturZchn"/>
    <w:uiPriority w:val="99"/>
    <w:unhideWhenUsed/>
    <w:rsid w:val="002C27BD"/>
    <w:pPr>
      <w:framePr w:wrap="around"/>
    </w:pPr>
    <w:rPr>
      <w:spacing w:val="-1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2C27BD"/>
    <w:rPr>
      <w:rFonts w:ascii="Centra No2 Light" w:hAnsi="Centra No2 Light"/>
      <w:spacing w:val="-1"/>
      <w:sz w:val="18"/>
      <w:szCs w:val="18"/>
      <w:lang w:val="fr-FR"/>
    </w:rPr>
  </w:style>
  <w:style w:type="character" w:styleId="Platzhaltertext">
    <w:name w:val="Placeholder Text"/>
    <w:uiPriority w:val="99"/>
    <w:semiHidden/>
    <w:rsid w:val="002C27BD"/>
    <w:rPr>
      <w:color w:val="0070C0"/>
    </w:rPr>
  </w:style>
  <w:style w:type="paragraph" w:styleId="KeinLeerraum">
    <w:name w:val="No Spacing"/>
    <w:uiPriority w:val="1"/>
    <w:qFormat/>
    <w:rsid w:val="002C27BD"/>
    <w:pPr>
      <w:spacing w:after="0" w:line="240" w:lineRule="auto"/>
    </w:pPr>
  </w:style>
  <w:style w:type="paragraph" w:customStyle="1" w:styleId="Inhaltsverzeichnis">
    <w:name w:val="Inhaltsverzeichnis"/>
    <w:basedOn w:val="berschrift1"/>
    <w:rsid w:val="000635BD"/>
  </w:style>
  <w:style w:type="paragraph" w:styleId="Untertitel">
    <w:name w:val="Subtitle"/>
    <w:basedOn w:val="Standard"/>
    <w:next w:val="Standard"/>
    <w:link w:val="UntertitelZchn"/>
    <w:uiPriority w:val="11"/>
    <w:qFormat/>
    <w:rsid w:val="00DC53B5"/>
    <w:pPr>
      <w:spacing w:after="0"/>
    </w:pPr>
    <w:rPr>
      <w:b/>
      <w:bCs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3B5"/>
    <w:rPr>
      <w:b/>
      <w:bCs/>
    </w:rPr>
  </w:style>
  <w:style w:type="paragraph" w:styleId="Listenabsatz">
    <w:name w:val="List Paragraph"/>
    <w:basedOn w:val="Standard"/>
    <w:uiPriority w:val="34"/>
    <w:rsid w:val="001B1CD5"/>
    <w:pPr>
      <w:numPr>
        <w:numId w:val="14"/>
      </w:numPr>
      <w:spacing w:line="300" w:lineRule="atLeast"/>
      <w:contextualSpacing/>
    </w:pPr>
  </w:style>
  <w:style w:type="paragraph" w:customStyle="1" w:styleId="ListBulletpoints">
    <w:name w:val="ListBulletpoints"/>
    <w:basedOn w:val="Listenabsatz"/>
    <w:qFormat/>
    <w:rsid w:val="00C60060"/>
    <w:pPr>
      <w:numPr>
        <w:numId w:val="13"/>
      </w:numPr>
      <w:tabs>
        <w:tab w:val="left" w:pos="340"/>
      </w:tabs>
      <w:spacing w:after="160"/>
    </w:pPr>
  </w:style>
  <w:style w:type="paragraph" w:customStyle="1" w:styleId="ListNummern">
    <w:name w:val="ListNummern"/>
    <w:basedOn w:val="Listenabsatz"/>
    <w:qFormat/>
    <w:rsid w:val="00C60060"/>
    <w:pPr>
      <w:tabs>
        <w:tab w:val="clear" w:pos="363"/>
        <w:tab w:val="left" w:pos="340"/>
      </w:tabs>
      <w:spacing w:after="160"/>
      <w:ind w:left="340" w:hanging="340"/>
    </w:pPr>
  </w:style>
  <w:style w:type="paragraph" w:customStyle="1" w:styleId="Gruss">
    <w:name w:val="Gruss"/>
    <w:basedOn w:val="Standard"/>
    <w:rsid w:val="008D7DB4"/>
    <w:pPr>
      <w:spacing w:before="440" w:after="880"/>
    </w:pPr>
  </w:style>
  <w:style w:type="paragraph" w:customStyle="1" w:styleId="PS">
    <w:name w:val="PS"/>
    <w:basedOn w:val="Standard"/>
    <w:rsid w:val="008461C6"/>
    <w:pPr>
      <w:spacing w:before="360"/>
      <w:ind w:left="426" w:hanging="426"/>
    </w:pPr>
  </w:style>
  <w:style w:type="paragraph" w:customStyle="1" w:styleId="Betreff">
    <w:name w:val="Betreff"/>
    <w:basedOn w:val="berschrift1"/>
    <w:next w:val="Standard"/>
    <w:rsid w:val="00B86C09"/>
    <w:pPr>
      <w:framePr w:wrap="around" w:hAnchor="text" w:y="1509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315BB"/>
    <w:rPr>
      <w:b/>
      <w:bCs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15BB"/>
    <w:rPr>
      <w:b/>
      <w:bCs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315BB"/>
    <w:rPr>
      <w:b/>
      <w:bCs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315BB"/>
    <w:rPr>
      <w:b/>
      <w:bCs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0755C1"/>
    <w:pPr>
      <w:keepLines/>
      <w:numPr>
        <w:numId w:val="0"/>
      </w:numPr>
      <w:spacing w:after="200" w:line="360" w:lineRule="atLeast"/>
      <w:outlineLvl w:val="9"/>
    </w:pPr>
    <w:rPr>
      <w:rFonts w:asciiTheme="majorHAnsi" w:eastAsiaTheme="majorEastAsia" w:hAnsiTheme="majorHAnsi" w:cstheme="majorBidi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0755C1"/>
    <w:pPr>
      <w:tabs>
        <w:tab w:val="left" w:pos="426"/>
        <w:tab w:val="right" w:leader="dot" w:pos="8750"/>
      </w:tabs>
      <w:spacing w:before="200" w:after="0"/>
      <w:ind w:left="425" w:hanging="425"/>
    </w:pPr>
    <w:rPr>
      <w:b/>
      <w:bCs/>
      <w:noProof/>
      <w:sz w:val="18"/>
      <w:szCs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0755C1"/>
    <w:pPr>
      <w:tabs>
        <w:tab w:val="left" w:pos="851"/>
        <w:tab w:val="right" w:leader="dot" w:pos="8750"/>
      </w:tabs>
      <w:spacing w:after="0"/>
      <w:ind w:left="850" w:hanging="425"/>
    </w:pPr>
    <w:rPr>
      <w:noProof/>
      <w:sz w:val="18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0755C1"/>
    <w:pPr>
      <w:tabs>
        <w:tab w:val="left" w:pos="1134"/>
        <w:tab w:val="right" w:leader="dot" w:pos="8750"/>
      </w:tabs>
      <w:spacing w:after="0"/>
      <w:ind w:left="1134" w:hanging="567"/>
    </w:pPr>
    <w:rPr>
      <w:noProof/>
      <w:sz w:val="18"/>
      <w:szCs w:val="20"/>
    </w:rPr>
  </w:style>
  <w:style w:type="character" w:styleId="Hyperlink">
    <w:name w:val="Hyperlink"/>
    <w:basedOn w:val="Absatz-Standardschriftart"/>
    <w:unhideWhenUsed/>
    <w:rsid w:val="00FF5D76"/>
    <w:rPr>
      <w:color w:val="BF0D3E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FD7DF5"/>
    <w:pPr>
      <w:tabs>
        <w:tab w:val="left" w:pos="1418"/>
        <w:tab w:val="right" w:leader="dot" w:pos="8750"/>
      </w:tabs>
      <w:spacing w:after="0"/>
      <w:ind w:left="1418" w:hanging="567"/>
    </w:pPr>
    <w:rPr>
      <w:noProof/>
      <w:sz w:val="18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D7DF5"/>
    <w:rPr>
      <w:rFonts w:asciiTheme="majorHAnsi" w:eastAsiaTheme="majorEastAsia" w:hAnsiTheme="majorHAnsi" w:cstheme="majorBidi"/>
      <w:color w:val="00312C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D7DF5"/>
    <w:rPr>
      <w:rFonts w:asciiTheme="majorHAnsi" w:eastAsiaTheme="majorEastAsia" w:hAnsiTheme="majorHAnsi" w:cstheme="majorBidi"/>
      <w:i/>
      <w:iCs/>
      <w:color w:val="00312C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D7D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D7D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3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3715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2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223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223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22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2230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D4DF5"/>
    <w:rPr>
      <w:color w:val="DF869F" w:themeColor="followedHyperlink"/>
      <w:u w:val="single"/>
    </w:rPr>
  </w:style>
  <w:style w:type="character" w:customStyle="1" w:styleId="normaltextrun">
    <w:name w:val="normaltextrun"/>
    <w:basedOn w:val="Absatz-Standardschriftart"/>
    <w:rsid w:val="00E2248F"/>
  </w:style>
  <w:style w:type="character" w:styleId="NichtaufgelsteErwhnung">
    <w:name w:val="Unresolved Mention"/>
    <w:basedOn w:val="Absatz-Standardschriftart"/>
    <w:uiPriority w:val="99"/>
    <w:semiHidden/>
    <w:unhideWhenUsed/>
    <w:rsid w:val="00F50A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ilian.gasser@berghilfe.ch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ixmontagne.ch/medie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ixmontagne.ch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Dateien\_Office%20Vorlagen%20und%20Anleitungen\Vorlagen%20Korrespondenz\Vorlagen\Arbeitsdokument_DE.dotx" TargetMode="External"/></Relationships>
</file>

<file path=word/theme/theme1.xml><?xml version="1.0" encoding="utf-8"?>
<a:theme xmlns:a="http://schemas.openxmlformats.org/drawingml/2006/main" name="Office Theme">
  <a:themeElements>
    <a:clrScheme name="Berghilf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35B"/>
      </a:accent1>
      <a:accent2>
        <a:srgbClr val="80B1AD"/>
      </a:accent2>
      <a:accent3>
        <a:srgbClr val="F1C400"/>
      </a:accent3>
      <a:accent4>
        <a:srgbClr val="F8E280"/>
      </a:accent4>
      <a:accent5>
        <a:srgbClr val="595959"/>
      </a:accent5>
      <a:accent6>
        <a:srgbClr val="BFBFBF"/>
      </a:accent6>
      <a:hlink>
        <a:srgbClr val="BF0D3E"/>
      </a:hlink>
      <a:folHlink>
        <a:srgbClr val="DF869F"/>
      </a:folHlink>
    </a:clrScheme>
    <a:fontScheme name="Berghilf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377F50BF0E42A7980D4C36FD84B0" ma:contentTypeVersion="16" ma:contentTypeDescription="Ein neues Dokument erstellen." ma:contentTypeScope="" ma:versionID="ed557cd05733752e0921a4e659cc481a">
  <xsd:schema xmlns:xsd="http://www.w3.org/2001/XMLSchema" xmlns:xs="http://www.w3.org/2001/XMLSchema" xmlns:p="http://schemas.microsoft.com/office/2006/metadata/properties" xmlns:ns2="ff95617b-96ad-4def-894f-8628e87bfb6f" xmlns:ns3="55f60135-8d71-4898-9c17-90a5516fe1f7" targetNamespace="http://schemas.microsoft.com/office/2006/metadata/properties" ma:root="true" ma:fieldsID="90f262801f1e3d5c42b820d4eb551502" ns2:_="" ns3:_="">
    <xsd:import namespace="ff95617b-96ad-4def-894f-8628e87bfb6f"/>
    <xsd:import namespace="55f60135-8d71-4898-9c17-90a5516fe1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5617b-96ad-4def-894f-8628e87bfb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60135-8d71-4898-9c17-90a5516fe1f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575f423-0376-4aba-8646-c67c0ca43f7d}" ma:internalName="TaxCatchAll" ma:showField="CatchAllData" ma:web="55f60135-8d71-4898-9c17-90a5516fe1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95617b-96ad-4def-894f-8628e87bfb6f">
      <Terms xmlns="http://schemas.microsoft.com/office/infopath/2007/PartnerControls"/>
    </lcf76f155ced4ddcb4097134ff3c332f>
    <TaxCatchAll xmlns="55f60135-8d71-4898-9c17-90a5516fe1f7" xsi:nil="true"/>
  </documentManagement>
</p:properties>
</file>

<file path=customXml/itemProps1.xml><?xml version="1.0" encoding="utf-8"?>
<ds:datastoreItem xmlns:ds="http://schemas.openxmlformats.org/officeDocument/2006/customXml" ds:itemID="{95CCD525-43EC-41B6-A473-BF231D9267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C18572-C182-4C75-A831-9A48723E4AA6}"/>
</file>

<file path=customXml/itemProps3.xml><?xml version="1.0" encoding="utf-8"?>
<ds:datastoreItem xmlns:ds="http://schemas.openxmlformats.org/officeDocument/2006/customXml" ds:itemID="{BF205F78-0AC4-4D57-A3EF-5B7A5E012C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78F115-3162-40FE-9256-24B5DA554296}">
  <ds:schemaRefs>
    <ds:schemaRef ds:uri="http://schemas.microsoft.com/office/2006/metadata/properties"/>
    <ds:schemaRef ds:uri="http://schemas.microsoft.com/office/infopath/2007/PartnerControls"/>
    <ds:schemaRef ds:uri="ff95617b-96ad-4def-894f-8628e87bfb6f"/>
    <ds:schemaRef ds:uri="55f60135-8d71-4898-9c17-90a5516fe1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O:\Dateien\_Office Vorlagen und Anleitungen\Vorlagen Korrespondenz\Vorlagen\Arbeitsdokument_DE.dotx</Template>
  <TotalTime>0</TotalTime>
  <Pages>1</Pages>
  <Words>184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Eicher</dc:creator>
  <cp:keywords/>
  <dc:description/>
  <cp:lastModifiedBy>Lukas Ziegler</cp:lastModifiedBy>
  <cp:revision>36</cp:revision>
  <cp:lastPrinted>2020-06-23T09:53:00Z</cp:lastPrinted>
  <dcterms:created xsi:type="dcterms:W3CDTF">2023-06-15T09:18:00Z</dcterms:created>
  <dcterms:modified xsi:type="dcterms:W3CDTF">2024-07-05T14:37:00Z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0x01010060D8377F50BF0E42A7980D4C36FD84B0</vt:lpwstr>
  </property>
  <property fmtid="{D5CDD505-2E9C-101B-9397-08002B2CF9AE}" pid="3" name="MediaServiceImageTags">
    <vt:lpwstr/>
  </property>
</Properties>
</file>